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916" w:rsidRDefault="00BB73F7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98752" behindDoc="1" locked="0" layoutInCell="1" allowOverlap="1">
                <wp:simplePos x="0" y="0"/>
                <wp:positionH relativeFrom="page">
                  <wp:posOffset>1200785</wp:posOffset>
                </wp:positionH>
                <wp:positionV relativeFrom="page">
                  <wp:posOffset>573405</wp:posOffset>
                </wp:positionV>
                <wp:extent cx="12711430" cy="9561830"/>
                <wp:effectExtent l="0" t="0" r="0" b="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11430" cy="9561830"/>
                          <a:chOff x="1891" y="903"/>
                          <a:chExt cx="20018" cy="15058"/>
                        </a:xfrm>
                      </wpg:grpSpPr>
                      <wps:wsp>
                        <wps:cNvPr id="32" name="AutoShape 34"/>
                        <wps:cNvSpPr>
                          <a:spLocks/>
                        </wps:cNvSpPr>
                        <wps:spPr bwMode="auto">
                          <a:xfrm>
                            <a:off x="1951" y="962"/>
                            <a:ext cx="19898" cy="14938"/>
                          </a:xfrm>
                          <a:custGeom>
                            <a:avLst/>
                            <a:gdLst>
                              <a:gd name="T0" fmla="+- 0 6916 1951"/>
                              <a:gd name="T1" fmla="*/ T0 w 19898"/>
                              <a:gd name="T2" fmla="+- 0 15900 963"/>
                              <a:gd name="T3" fmla="*/ 15900 h 14938"/>
                              <a:gd name="T4" fmla="+- 0 1951 1951"/>
                              <a:gd name="T5" fmla="*/ T4 w 19898"/>
                              <a:gd name="T6" fmla="+- 0 13410 963"/>
                              <a:gd name="T7" fmla="*/ 13410 h 14938"/>
                              <a:gd name="T8" fmla="+- 0 6916 1951"/>
                              <a:gd name="T9" fmla="*/ T8 w 19898"/>
                              <a:gd name="T10" fmla="+- 0 15900 963"/>
                              <a:gd name="T11" fmla="*/ 15900 h 14938"/>
                              <a:gd name="T12" fmla="+- 0 9405 1951"/>
                              <a:gd name="T13" fmla="*/ T12 w 19898"/>
                              <a:gd name="T14" fmla="+- 0 13410 963"/>
                              <a:gd name="T15" fmla="*/ 13410 h 14938"/>
                              <a:gd name="T16" fmla="+- 0 6916 1951"/>
                              <a:gd name="T17" fmla="*/ T16 w 19898"/>
                              <a:gd name="T18" fmla="+- 0 15900 963"/>
                              <a:gd name="T19" fmla="*/ 15900 h 14938"/>
                              <a:gd name="T20" fmla="+- 0 11893 1951"/>
                              <a:gd name="T21" fmla="*/ T20 w 19898"/>
                              <a:gd name="T22" fmla="+- 0 15900 963"/>
                              <a:gd name="T23" fmla="*/ 15900 h 14938"/>
                              <a:gd name="T24" fmla="+- 0 9404 1951"/>
                              <a:gd name="T25" fmla="*/ T24 w 19898"/>
                              <a:gd name="T26" fmla="+- 0 13410 963"/>
                              <a:gd name="T27" fmla="*/ 13410 h 14938"/>
                              <a:gd name="T28" fmla="+- 0 11892 1951"/>
                              <a:gd name="T29" fmla="*/ T28 w 19898"/>
                              <a:gd name="T30" fmla="+- 0 15900 963"/>
                              <a:gd name="T31" fmla="*/ 15900 h 14938"/>
                              <a:gd name="T32" fmla="+- 0 14381 1951"/>
                              <a:gd name="T33" fmla="*/ T32 w 19898"/>
                              <a:gd name="T34" fmla="+- 0 13410 963"/>
                              <a:gd name="T35" fmla="*/ 13410 h 14938"/>
                              <a:gd name="T36" fmla="+- 0 11892 1951"/>
                              <a:gd name="T37" fmla="*/ T36 w 19898"/>
                              <a:gd name="T38" fmla="+- 0 15900 963"/>
                              <a:gd name="T39" fmla="*/ 15900 h 14938"/>
                              <a:gd name="T40" fmla="+- 0 16869 1951"/>
                              <a:gd name="T41" fmla="*/ T40 w 19898"/>
                              <a:gd name="T42" fmla="+- 0 15900 963"/>
                              <a:gd name="T43" fmla="*/ 15900 h 14938"/>
                              <a:gd name="T44" fmla="+- 0 14380 1951"/>
                              <a:gd name="T45" fmla="*/ T44 w 19898"/>
                              <a:gd name="T46" fmla="+- 0 13410 963"/>
                              <a:gd name="T47" fmla="*/ 13410 h 14938"/>
                              <a:gd name="T48" fmla="+- 0 16869 1951"/>
                              <a:gd name="T49" fmla="*/ T48 w 19898"/>
                              <a:gd name="T50" fmla="+- 0 15900 963"/>
                              <a:gd name="T51" fmla="*/ 15900 h 14938"/>
                              <a:gd name="T52" fmla="+- 0 19359 1951"/>
                              <a:gd name="T53" fmla="*/ T52 w 19898"/>
                              <a:gd name="T54" fmla="+- 0 13410 963"/>
                              <a:gd name="T55" fmla="*/ 13410 h 14938"/>
                              <a:gd name="T56" fmla="+- 0 16869 1951"/>
                              <a:gd name="T57" fmla="*/ T56 w 19898"/>
                              <a:gd name="T58" fmla="+- 0 15900 963"/>
                              <a:gd name="T59" fmla="*/ 15900 h 14938"/>
                              <a:gd name="T60" fmla="+- 0 21848 1951"/>
                              <a:gd name="T61" fmla="*/ T60 w 19898"/>
                              <a:gd name="T62" fmla="+- 0 15900 963"/>
                              <a:gd name="T63" fmla="*/ 15900 h 14938"/>
                              <a:gd name="T64" fmla="+- 0 19359 1951"/>
                              <a:gd name="T65" fmla="*/ T64 w 19898"/>
                              <a:gd name="T66" fmla="+- 0 13410 963"/>
                              <a:gd name="T67" fmla="*/ 13410 h 14938"/>
                              <a:gd name="T68" fmla="+- 0 1955 1951"/>
                              <a:gd name="T69" fmla="*/ T68 w 19898"/>
                              <a:gd name="T70" fmla="+- 0 5936 963"/>
                              <a:gd name="T71" fmla="*/ 5936 h 14938"/>
                              <a:gd name="T72" fmla="+- 0 4445 1951"/>
                              <a:gd name="T73" fmla="*/ T72 w 19898"/>
                              <a:gd name="T74" fmla="+- 0 3447 963"/>
                              <a:gd name="T75" fmla="*/ 3447 h 14938"/>
                              <a:gd name="T76" fmla="+- 0 1955 1951"/>
                              <a:gd name="T77" fmla="*/ T76 w 19898"/>
                              <a:gd name="T78" fmla="+- 0 5936 963"/>
                              <a:gd name="T79" fmla="*/ 5936 h 14938"/>
                              <a:gd name="T80" fmla="+- 0 6935 1951"/>
                              <a:gd name="T81" fmla="*/ T80 w 19898"/>
                              <a:gd name="T82" fmla="+- 0 5936 963"/>
                              <a:gd name="T83" fmla="*/ 5936 h 14938"/>
                              <a:gd name="T84" fmla="+- 0 4445 1951"/>
                              <a:gd name="T85" fmla="*/ T84 w 19898"/>
                              <a:gd name="T86" fmla="+- 0 3447 963"/>
                              <a:gd name="T87" fmla="*/ 3447 h 14938"/>
                              <a:gd name="T88" fmla="+- 0 6930 1951"/>
                              <a:gd name="T89" fmla="*/ T88 w 19898"/>
                              <a:gd name="T90" fmla="+- 0 5936 963"/>
                              <a:gd name="T91" fmla="*/ 5936 h 14938"/>
                              <a:gd name="T92" fmla="+- 0 9419 1951"/>
                              <a:gd name="T93" fmla="*/ T92 w 19898"/>
                              <a:gd name="T94" fmla="+- 0 3447 963"/>
                              <a:gd name="T95" fmla="*/ 3447 h 14938"/>
                              <a:gd name="T96" fmla="+- 0 6930 1951"/>
                              <a:gd name="T97" fmla="*/ T96 w 19898"/>
                              <a:gd name="T98" fmla="+- 0 5936 963"/>
                              <a:gd name="T99" fmla="*/ 5936 h 14938"/>
                              <a:gd name="T100" fmla="+- 0 11904 1951"/>
                              <a:gd name="T101" fmla="*/ T100 w 19898"/>
                              <a:gd name="T102" fmla="+- 0 5936 963"/>
                              <a:gd name="T103" fmla="*/ 5936 h 14938"/>
                              <a:gd name="T104" fmla="+- 0 9414 1951"/>
                              <a:gd name="T105" fmla="*/ T104 w 19898"/>
                              <a:gd name="T106" fmla="+- 0 3447 963"/>
                              <a:gd name="T107" fmla="*/ 3447 h 14938"/>
                              <a:gd name="T108" fmla="+- 0 11898 1951"/>
                              <a:gd name="T109" fmla="*/ T108 w 19898"/>
                              <a:gd name="T110" fmla="+- 0 3452 963"/>
                              <a:gd name="T111" fmla="*/ 3452 h 14938"/>
                              <a:gd name="T112" fmla="+- 0 14388 1951"/>
                              <a:gd name="T113" fmla="*/ T112 w 19898"/>
                              <a:gd name="T114" fmla="+- 0 963 963"/>
                              <a:gd name="T115" fmla="*/ 963 h 14938"/>
                              <a:gd name="T116" fmla="+- 0 11898 1951"/>
                              <a:gd name="T117" fmla="*/ T116 w 19898"/>
                              <a:gd name="T118" fmla="+- 0 3452 963"/>
                              <a:gd name="T119" fmla="*/ 3452 h 14938"/>
                              <a:gd name="T120" fmla="+- 0 16869 1951"/>
                              <a:gd name="T121" fmla="*/ T120 w 19898"/>
                              <a:gd name="T122" fmla="+- 0 3452 963"/>
                              <a:gd name="T123" fmla="*/ 3452 h 14938"/>
                              <a:gd name="T124" fmla="+- 0 14380 1951"/>
                              <a:gd name="T125" fmla="*/ T124 w 19898"/>
                              <a:gd name="T126" fmla="+- 0 963 963"/>
                              <a:gd name="T127" fmla="*/ 963 h 14938"/>
                              <a:gd name="T128" fmla="+- 0 16869 1951"/>
                              <a:gd name="T129" fmla="*/ T128 w 19898"/>
                              <a:gd name="T130" fmla="+- 0 3452 963"/>
                              <a:gd name="T131" fmla="*/ 3452 h 14938"/>
                              <a:gd name="T132" fmla="+- 0 19359 1951"/>
                              <a:gd name="T133" fmla="*/ T132 w 19898"/>
                              <a:gd name="T134" fmla="+- 0 963 963"/>
                              <a:gd name="T135" fmla="*/ 963 h 14938"/>
                              <a:gd name="T136" fmla="+- 0 16869 1951"/>
                              <a:gd name="T137" fmla="*/ T136 w 19898"/>
                              <a:gd name="T138" fmla="+- 0 3452 963"/>
                              <a:gd name="T139" fmla="*/ 3452 h 14938"/>
                              <a:gd name="T140" fmla="+- 0 21848 1951"/>
                              <a:gd name="T141" fmla="*/ T140 w 19898"/>
                              <a:gd name="T142" fmla="+- 0 3452 963"/>
                              <a:gd name="T143" fmla="*/ 3452 h 14938"/>
                              <a:gd name="T144" fmla="+- 0 19359 1951"/>
                              <a:gd name="T145" fmla="*/ T144 w 19898"/>
                              <a:gd name="T146" fmla="+- 0 963 963"/>
                              <a:gd name="T147" fmla="*/ 963 h 14938"/>
                              <a:gd name="T148" fmla="+- 0 11898 1951"/>
                              <a:gd name="T149" fmla="*/ T148 w 19898"/>
                              <a:gd name="T150" fmla="+- 0 5936 963"/>
                              <a:gd name="T151" fmla="*/ 5936 h 14938"/>
                              <a:gd name="T152" fmla="+- 0 14388 1951"/>
                              <a:gd name="T153" fmla="*/ T152 w 19898"/>
                              <a:gd name="T154" fmla="+- 0 3447 963"/>
                              <a:gd name="T155" fmla="*/ 3447 h 14938"/>
                              <a:gd name="T156" fmla="+- 0 11898 1951"/>
                              <a:gd name="T157" fmla="*/ T156 w 19898"/>
                              <a:gd name="T158" fmla="+- 0 5936 963"/>
                              <a:gd name="T159" fmla="*/ 5936 h 14938"/>
                              <a:gd name="T160" fmla="+- 0 21848 1951"/>
                              <a:gd name="T161" fmla="*/ T160 w 19898"/>
                              <a:gd name="T162" fmla="+- 0 5942 963"/>
                              <a:gd name="T163" fmla="*/ 5942 h 14938"/>
                              <a:gd name="T164" fmla="+- 0 19359 1951"/>
                              <a:gd name="T165" fmla="*/ T164 w 19898"/>
                              <a:gd name="T166" fmla="+- 0 3452 963"/>
                              <a:gd name="T167" fmla="*/ 3452 h 14938"/>
                              <a:gd name="T168" fmla="+- 0 19359 1951"/>
                              <a:gd name="T169" fmla="*/ T168 w 19898"/>
                              <a:gd name="T170" fmla="+- 0 8431 963"/>
                              <a:gd name="T171" fmla="*/ 8431 h 14938"/>
                              <a:gd name="T172" fmla="+- 0 21848 1951"/>
                              <a:gd name="T173" fmla="*/ T172 w 19898"/>
                              <a:gd name="T174" fmla="+- 0 5942 963"/>
                              <a:gd name="T175" fmla="*/ 5942 h 14938"/>
                              <a:gd name="T176" fmla="+- 0 19359 1951"/>
                              <a:gd name="T177" fmla="*/ T176 w 19898"/>
                              <a:gd name="T178" fmla="+- 0 8431 963"/>
                              <a:gd name="T179" fmla="*/ 8431 h 14938"/>
                              <a:gd name="T180" fmla="+- 0 21848 1951"/>
                              <a:gd name="T181" fmla="*/ T180 w 19898"/>
                              <a:gd name="T182" fmla="+- 0 10921 963"/>
                              <a:gd name="T183" fmla="*/ 10921 h 14938"/>
                              <a:gd name="T184" fmla="+- 0 19359 1951"/>
                              <a:gd name="T185" fmla="*/ T184 w 19898"/>
                              <a:gd name="T186" fmla="+- 0 8431 963"/>
                              <a:gd name="T187" fmla="*/ 8431 h 14938"/>
                              <a:gd name="T188" fmla="+- 0 19359 1951"/>
                              <a:gd name="T189" fmla="*/ T188 w 19898"/>
                              <a:gd name="T190" fmla="+- 0 13410 963"/>
                              <a:gd name="T191" fmla="*/ 13410 h 14938"/>
                              <a:gd name="T192" fmla="+- 0 21848 1951"/>
                              <a:gd name="T193" fmla="*/ T192 w 19898"/>
                              <a:gd name="T194" fmla="+- 0 10921 963"/>
                              <a:gd name="T195" fmla="*/ 10921 h 14938"/>
                              <a:gd name="T196" fmla="+- 0 19359 1951"/>
                              <a:gd name="T197" fmla="*/ T196 w 19898"/>
                              <a:gd name="T198" fmla="+- 0 13410 963"/>
                              <a:gd name="T199" fmla="*/ 13410 h 14938"/>
                              <a:gd name="T200" fmla="+- 0 4445 1951"/>
                              <a:gd name="T201" fmla="*/ T200 w 19898"/>
                              <a:gd name="T202" fmla="+- 0 8426 963"/>
                              <a:gd name="T203" fmla="*/ 8426 h 14938"/>
                              <a:gd name="T204" fmla="+- 0 1955 1951"/>
                              <a:gd name="T205" fmla="*/ T204 w 19898"/>
                              <a:gd name="T206" fmla="+- 0 5936 963"/>
                              <a:gd name="T207" fmla="*/ 5936 h 14938"/>
                              <a:gd name="T208" fmla="+- 0 1955 1951"/>
                              <a:gd name="T209" fmla="*/ T208 w 19898"/>
                              <a:gd name="T210" fmla="+- 0 10908 963"/>
                              <a:gd name="T211" fmla="*/ 10908 h 14938"/>
                              <a:gd name="T212" fmla="+- 0 4445 1951"/>
                              <a:gd name="T213" fmla="*/ T212 w 19898"/>
                              <a:gd name="T214" fmla="+- 0 8419 963"/>
                              <a:gd name="T215" fmla="*/ 8419 h 14938"/>
                              <a:gd name="T216" fmla="+- 0 1955 1951"/>
                              <a:gd name="T217" fmla="*/ T216 w 19898"/>
                              <a:gd name="T218" fmla="+- 0 10908 963"/>
                              <a:gd name="T219" fmla="*/ 10908 h 14938"/>
                              <a:gd name="T220" fmla="+- 0 6927 1951"/>
                              <a:gd name="T221" fmla="*/ T220 w 19898"/>
                              <a:gd name="T222" fmla="+- 0 10908 963"/>
                              <a:gd name="T223" fmla="*/ 10908 h 14938"/>
                              <a:gd name="T224" fmla="+- 0 4438 1951"/>
                              <a:gd name="T225" fmla="*/ T224 w 19898"/>
                              <a:gd name="T226" fmla="+- 0 8419 963"/>
                              <a:gd name="T227" fmla="*/ 8419 h 14938"/>
                              <a:gd name="T228" fmla="+- 0 6927 1951"/>
                              <a:gd name="T229" fmla="*/ T228 w 19898"/>
                              <a:gd name="T230" fmla="+- 0 10908 963"/>
                              <a:gd name="T231" fmla="*/ 10908 h 14938"/>
                              <a:gd name="T232" fmla="+- 0 9417 1951"/>
                              <a:gd name="T233" fmla="*/ T232 w 19898"/>
                              <a:gd name="T234" fmla="+- 0 8419 963"/>
                              <a:gd name="T235" fmla="*/ 8419 h 14938"/>
                              <a:gd name="T236" fmla="+- 0 6927 1951"/>
                              <a:gd name="T237" fmla="*/ T236 w 19898"/>
                              <a:gd name="T238" fmla="+- 0 10908 963"/>
                              <a:gd name="T239" fmla="*/ 10908 h 14938"/>
                              <a:gd name="T240" fmla="+- 0 14390 1951"/>
                              <a:gd name="T241" fmla="*/ T240 w 19898"/>
                              <a:gd name="T242" fmla="+- 0 10908 963"/>
                              <a:gd name="T243" fmla="*/ 10908 h 14938"/>
                              <a:gd name="T244" fmla="+- 0 9417 1951"/>
                              <a:gd name="T245" fmla="*/ T244 w 19898"/>
                              <a:gd name="T246" fmla="+- 0 8419 963"/>
                              <a:gd name="T247" fmla="*/ 8419 h 149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9898" h="14938">
                                <a:moveTo>
                                  <a:pt x="0" y="14937"/>
                                </a:moveTo>
                                <a:lnTo>
                                  <a:pt x="4965" y="14937"/>
                                </a:lnTo>
                                <a:lnTo>
                                  <a:pt x="4965" y="12447"/>
                                </a:lnTo>
                                <a:lnTo>
                                  <a:pt x="0" y="12447"/>
                                </a:lnTo>
                                <a:lnTo>
                                  <a:pt x="0" y="14937"/>
                                </a:lnTo>
                                <a:close/>
                                <a:moveTo>
                                  <a:pt x="4965" y="14937"/>
                                </a:moveTo>
                                <a:lnTo>
                                  <a:pt x="7454" y="14937"/>
                                </a:lnTo>
                                <a:lnTo>
                                  <a:pt x="7454" y="12447"/>
                                </a:lnTo>
                                <a:lnTo>
                                  <a:pt x="4965" y="12447"/>
                                </a:lnTo>
                                <a:lnTo>
                                  <a:pt x="4965" y="14937"/>
                                </a:lnTo>
                                <a:close/>
                                <a:moveTo>
                                  <a:pt x="7453" y="14937"/>
                                </a:moveTo>
                                <a:lnTo>
                                  <a:pt x="9942" y="14937"/>
                                </a:lnTo>
                                <a:lnTo>
                                  <a:pt x="9942" y="12447"/>
                                </a:lnTo>
                                <a:lnTo>
                                  <a:pt x="7453" y="12447"/>
                                </a:lnTo>
                                <a:lnTo>
                                  <a:pt x="7453" y="14937"/>
                                </a:lnTo>
                                <a:close/>
                                <a:moveTo>
                                  <a:pt x="9941" y="14937"/>
                                </a:moveTo>
                                <a:lnTo>
                                  <a:pt x="12430" y="14937"/>
                                </a:lnTo>
                                <a:lnTo>
                                  <a:pt x="12430" y="12447"/>
                                </a:lnTo>
                                <a:lnTo>
                                  <a:pt x="9941" y="12447"/>
                                </a:lnTo>
                                <a:lnTo>
                                  <a:pt x="9941" y="14937"/>
                                </a:lnTo>
                                <a:close/>
                                <a:moveTo>
                                  <a:pt x="12429" y="14937"/>
                                </a:moveTo>
                                <a:lnTo>
                                  <a:pt x="14918" y="14937"/>
                                </a:lnTo>
                                <a:lnTo>
                                  <a:pt x="14918" y="12447"/>
                                </a:lnTo>
                                <a:lnTo>
                                  <a:pt x="12429" y="12447"/>
                                </a:lnTo>
                                <a:lnTo>
                                  <a:pt x="12429" y="14937"/>
                                </a:lnTo>
                                <a:close/>
                                <a:moveTo>
                                  <a:pt x="14918" y="14937"/>
                                </a:moveTo>
                                <a:lnTo>
                                  <a:pt x="17408" y="14937"/>
                                </a:lnTo>
                                <a:lnTo>
                                  <a:pt x="17408" y="12447"/>
                                </a:lnTo>
                                <a:lnTo>
                                  <a:pt x="14918" y="12447"/>
                                </a:lnTo>
                                <a:lnTo>
                                  <a:pt x="14918" y="14937"/>
                                </a:lnTo>
                                <a:close/>
                                <a:moveTo>
                                  <a:pt x="17408" y="14937"/>
                                </a:moveTo>
                                <a:lnTo>
                                  <a:pt x="19897" y="14937"/>
                                </a:lnTo>
                                <a:lnTo>
                                  <a:pt x="19897" y="12447"/>
                                </a:lnTo>
                                <a:lnTo>
                                  <a:pt x="17408" y="12447"/>
                                </a:lnTo>
                                <a:lnTo>
                                  <a:pt x="17408" y="14937"/>
                                </a:lnTo>
                                <a:close/>
                                <a:moveTo>
                                  <a:pt x="4" y="4973"/>
                                </a:moveTo>
                                <a:lnTo>
                                  <a:pt x="2494" y="4973"/>
                                </a:lnTo>
                                <a:lnTo>
                                  <a:pt x="2494" y="2484"/>
                                </a:lnTo>
                                <a:lnTo>
                                  <a:pt x="4" y="2484"/>
                                </a:lnTo>
                                <a:lnTo>
                                  <a:pt x="4" y="4973"/>
                                </a:lnTo>
                                <a:close/>
                                <a:moveTo>
                                  <a:pt x="2494" y="4973"/>
                                </a:moveTo>
                                <a:lnTo>
                                  <a:pt x="4984" y="4973"/>
                                </a:lnTo>
                                <a:lnTo>
                                  <a:pt x="4984" y="2484"/>
                                </a:lnTo>
                                <a:lnTo>
                                  <a:pt x="2494" y="2484"/>
                                </a:lnTo>
                                <a:lnTo>
                                  <a:pt x="2494" y="4973"/>
                                </a:lnTo>
                                <a:close/>
                                <a:moveTo>
                                  <a:pt x="4979" y="4973"/>
                                </a:moveTo>
                                <a:lnTo>
                                  <a:pt x="7468" y="4973"/>
                                </a:lnTo>
                                <a:lnTo>
                                  <a:pt x="7468" y="2484"/>
                                </a:lnTo>
                                <a:lnTo>
                                  <a:pt x="4979" y="2484"/>
                                </a:lnTo>
                                <a:lnTo>
                                  <a:pt x="4979" y="4973"/>
                                </a:lnTo>
                                <a:close/>
                                <a:moveTo>
                                  <a:pt x="7463" y="4973"/>
                                </a:moveTo>
                                <a:lnTo>
                                  <a:pt x="9953" y="4973"/>
                                </a:lnTo>
                                <a:lnTo>
                                  <a:pt x="9953" y="2484"/>
                                </a:lnTo>
                                <a:lnTo>
                                  <a:pt x="7463" y="2484"/>
                                </a:lnTo>
                                <a:lnTo>
                                  <a:pt x="7463" y="4973"/>
                                </a:lnTo>
                                <a:close/>
                                <a:moveTo>
                                  <a:pt x="9947" y="2489"/>
                                </a:moveTo>
                                <a:lnTo>
                                  <a:pt x="12437" y="2489"/>
                                </a:lnTo>
                                <a:lnTo>
                                  <a:pt x="12437" y="0"/>
                                </a:lnTo>
                                <a:lnTo>
                                  <a:pt x="9947" y="0"/>
                                </a:lnTo>
                                <a:lnTo>
                                  <a:pt x="9947" y="2489"/>
                                </a:lnTo>
                                <a:close/>
                                <a:moveTo>
                                  <a:pt x="12429" y="2489"/>
                                </a:moveTo>
                                <a:lnTo>
                                  <a:pt x="14918" y="2489"/>
                                </a:lnTo>
                                <a:lnTo>
                                  <a:pt x="14918" y="0"/>
                                </a:lnTo>
                                <a:lnTo>
                                  <a:pt x="12429" y="0"/>
                                </a:lnTo>
                                <a:lnTo>
                                  <a:pt x="12429" y="2489"/>
                                </a:lnTo>
                                <a:close/>
                                <a:moveTo>
                                  <a:pt x="14918" y="2489"/>
                                </a:moveTo>
                                <a:lnTo>
                                  <a:pt x="17408" y="2489"/>
                                </a:lnTo>
                                <a:lnTo>
                                  <a:pt x="17408" y="0"/>
                                </a:lnTo>
                                <a:lnTo>
                                  <a:pt x="14918" y="0"/>
                                </a:lnTo>
                                <a:lnTo>
                                  <a:pt x="14918" y="2489"/>
                                </a:lnTo>
                                <a:close/>
                                <a:moveTo>
                                  <a:pt x="17408" y="2489"/>
                                </a:moveTo>
                                <a:lnTo>
                                  <a:pt x="19897" y="2489"/>
                                </a:lnTo>
                                <a:lnTo>
                                  <a:pt x="19897" y="0"/>
                                </a:lnTo>
                                <a:lnTo>
                                  <a:pt x="17408" y="0"/>
                                </a:lnTo>
                                <a:lnTo>
                                  <a:pt x="17408" y="2489"/>
                                </a:lnTo>
                                <a:close/>
                                <a:moveTo>
                                  <a:pt x="9947" y="4973"/>
                                </a:moveTo>
                                <a:lnTo>
                                  <a:pt x="12437" y="4973"/>
                                </a:lnTo>
                                <a:lnTo>
                                  <a:pt x="12437" y="2484"/>
                                </a:lnTo>
                                <a:lnTo>
                                  <a:pt x="9947" y="2484"/>
                                </a:lnTo>
                                <a:lnTo>
                                  <a:pt x="9947" y="4973"/>
                                </a:lnTo>
                                <a:close/>
                                <a:moveTo>
                                  <a:pt x="17408" y="4979"/>
                                </a:moveTo>
                                <a:lnTo>
                                  <a:pt x="19897" y="4979"/>
                                </a:lnTo>
                                <a:lnTo>
                                  <a:pt x="19897" y="2489"/>
                                </a:lnTo>
                                <a:lnTo>
                                  <a:pt x="17408" y="2489"/>
                                </a:lnTo>
                                <a:lnTo>
                                  <a:pt x="17408" y="4979"/>
                                </a:lnTo>
                                <a:close/>
                                <a:moveTo>
                                  <a:pt x="17408" y="7468"/>
                                </a:moveTo>
                                <a:lnTo>
                                  <a:pt x="19897" y="7468"/>
                                </a:lnTo>
                                <a:lnTo>
                                  <a:pt x="19897" y="4979"/>
                                </a:lnTo>
                                <a:lnTo>
                                  <a:pt x="17408" y="4979"/>
                                </a:lnTo>
                                <a:lnTo>
                                  <a:pt x="17408" y="7468"/>
                                </a:lnTo>
                                <a:close/>
                                <a:moveTo>
                                  <a:pt x="17408" y="9958"/>
                                </a:moveTo>
                                <a:lnTo>
                                  <a:pt x="19897" y="9958"/>
                                </a:lnTo>
                                <a:lnTo>
                                  <a:pt x="19897" y="7468"/>
                                </a:lnTo>
                                <a:lnTo>
                                  <a:pt x="17408" y="7468"/>
                                </a:lnTo>
                                <a:lnTo>
                                  <a:pt x="17408" y="9958"/>
                                </a:lnTo>
                                <a:close/>
                                <a:moveTo>
                                  <a:pt x="17408" y="12447"/>
                                </a:moveTo>
                                <a:lnTo>
                                  <a:pt x="19897" y="12447"/>
                                </a:lnTo>
                                <a:lnTo>
                                  <a:pt x="19897" y="9958"/>
                                </a:lnTo>
                                <a:lnTo>
                                  <a:pt x="17408" y="9958"/>
                                </a:lnTo>
                                <a:lnTo>
                                  <a:pt x="17408" y="12447"/>
                                </a:lnTo>
                                <a:close/>
                                <a:moveTo>
                                  <a:pt x="4" y="7463"/>
                                </a:moveTo>
                                <a:lnTo>
                                  <a:pt x="2494" y="7463"/>
                                </a:lnTo>
                                <a:lnTo>
                                  <a:pt x="2494" y="4973"/>
                                </a:lnTo>
                                <a:lnTo>
                                  <a:pt x="4" y="4973"/>
                                </a:lnTo>
                                <a:lnTo>
                                  <a:pt x="4" y="7463"/>
                                </a:lnTo>
                                <a:close/>
                                <a:moveTo>
                                  <a:pt x="4" y="9945"/>
                                </a:moveTo>
                                <a:lnTo>
                                  <a:pt x="2494" y="9945"/>
                                </a:lnTo>
                                <a:lnTo>
                                  <a:pt x="2494" y="7456"/>
                                </a:lnTo>
                                <a:lnTo>
                                  <a:pt x="4" y="7456"/>
                                </a:lnTo>
                                <a:lnTo>
                                  <a:pt x="4" y="9945"/>
                                </a:lnTo>
                                <a:close/>
                                <a:moveTo>
                                  <a:pt x="2487" y="9945"/>
                                </a:moveTo>
                                <a:lnTo>
                                  <a:pt x="4976" y="9945"/>
                                </a:lnTo>
                                <a:lnTo>
                                  <a:pt x="4976" y="7456"/>
                                </a:lnTo>
                                <a:lnTo>
                                  <a:pt x="2487" y="7456"/>
                                </a:lnTo>
                                <a:lnTo>
                                  <a:pt x="2487" y="9945"/>
                                </a:lnTo>
                                <a:close/>
                                <a:moveTo>
                                  <a:pt x="4976" y="9945"/>
                                </a:moveTo>
                                <a:lnTo>
                                  <a:pt x="7466" y="9945"/>
                                </a:lnTo>
                                <a:lnTo>
                                  <a:pt x="7466" y="7456"/>
                                </a:lnTo>
                                <a:lnTo>
                                  <a:pt x="4976" y="7456"/>
                                </a:lnTo>
                                <a:lnTo>
                                  <a:pt x="4976" y="9945"/>
                                </a:lnTo>
                                <a:close/>
                                <a:moveTo>
                                  <a:pt x="7466" y="9945"/>
                                </a:moveTo>
                                <a:lnTo>
                                  <a:pt x="12439" y="9945"/>
                                </a:lnTo>
                                <a:lnTo>
                                  <a:pt x="12439" y="7456"/>
                                </a:lnTo>
                                <a:lnTo>
                                  <a:pt x="7466" y="7456"/>
                                </a:lnTo>
                                <a:lnTo>
                                  <a:pt x="7466" y="99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1" y="915"/>
                            <a:ext cx="2328" cy="1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AD664" id="Group 32" o:spid="_x0000_s1026" style="position:absolute;margin-left:94.55pt;margin-top:45.15pt;width:1000.9pt;height:752.9pt;z-index:-15817728;mso-position-horizontal-relative:page;mso-position-vertical-relative:page" coordorigin="1891,903" coordsize="20018,150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">
                <v:shape id="AutoShape 34" o:spid="_x0000_s1027" style="position:absolute;left:1951;top:962;width:19898;height:14938;visibility:visible;mso-wrap-style:square;v-text-anchor:top" coordsize="19898,1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" path="m,14937r4965,l4965,12447,,12447r,2490xm4965,14937r2489,l7454,12447r-2489,l4965,14937xm7453,14937r2489,l9942,12447r-2489,l7453,14937xm9941,14937r2489,l12430,12447r-2489,l9941,14937xm12429,14937r2489,l14918,12447r-2489,l12429,14937xm14918,14937r2490,l17408,12447r-2490,l14918,14937xm17408,14937r2489,l19897,12447r-2489,l17408,14937xm4,4973r2490,l2494,2484,4,2484r,2489xm2494,4973r2490,l4984,2484r-2490,l2494,4973xm4979,4973r2489,l7468,2484r-2489,l4979,4973xm7463,4973r2490,l9953,2484r-2490,l7463,4973xm9947,2489r2490,l12437,,9947,r,2489xm12429,2489r2489,l14918,,12429,r,2489xm14918,2489r2490,l17408,,14918,r,2489xm17408,2489r2489,l19897,,17408,r,2489xm9947,4973r2490,l12437,2484r-2490,l9947,4973xm17408,4979r2489,l19897,2489r-2489,l17408,4979xm17408,7468r2489,l19897,4979r-2489,l17408,7468xm17408,9958r2489,l19897,7468r-2489,l17408,9958xm17408,12447r2489,l19897,9958r-2489,l17408,12447xm4,7463r2490,l2494,4973,4,4973r,2490xm4,9945r2490,l2494,7456,4,7456r,2489xm2487,9945r2489,l4976,7456r-2489,l2487,9945xm4976,9945r2490,l7466,7456r-2490,l4976,9945xm7466,9945r4973,l12439,7456r-4973,l7466,9945xe" filled="f" strokecolor="#231f20" strokeweight="6pt">
                  <v:path arrowok="t" o:connecttype="custom" o:connectlocs="4965,15900;0,13410;4965,15900;7454,13410;4965,15900;9942,15900;7453,13410;9941,15900;12430,13410;9941,15900;14918,15900;12429,13410;14918,15900;17408,13410;14918,15900;19897,15900;17408,13410;4,5936;2494,3447;4,5936;4984,5936;2494,3447;4979,5936;7468,3447;4979,5936;9953,5936;7463,3447;9947,3452;12437,963;9947,3452;14918,3452;12429,963;14918,3452;17408,963;14918,3452;19897,3452;17408,963;9947,5936;12437,3447;9947,5936;19897,5942;17408,3452;17408,8431;19897,5942;17408,8431;19897,10921;17408,8431;17408,13410;19897,10921;17408,13410;2494,8426;4,5936;4,10908;2494,8419;4,10908;4976,10908;2487,8419;4976,10908;7466,8419;4976,10908;12439,10908;7466,8419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" o:spid="_x0000_s1028" type="#_x0000_t75" style="position:absolute;left:1891;top:915;width:2328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">
                  <v:imagedata r:id="rId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99264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611505</wp:posOffset>
                </wp:positionV>
                <wp:extent cx="6313170" cy="1579245"/>
                <wp:effectExtent l="0" t="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317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97.65pt;margin-top:48.15pt;width:497.1pt;height:124.3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spacing w:before="4"/>
                        <w:rPr>
                          <w:rFonts w:ascii="Times New Roman"/>
                          <w:sz w:val="17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99776" behindDoc="1" locked="0" layoutInCell="1" allowOverlap="1">
                <wp:simplePos x="0" y="0"/>
                <wp:positionH relativeFrom="page">
                  <wp:posOffset>7553325</wp:posOffset>
                </wp:positionH>
                <wp:positionV relativeFrom="page">
                  <wp:posOffset>611505</wp:posOffset>
                </wp:positionV>
                <wp:extent cx="1581785" cy="1579245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92"/>
                              <w:ind w:left="912" w:right="937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14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margin-left:594.75pt;margin-top:48.15pt;width:124.55pt;height:124.3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fZnsg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92"/>
                        <w:ind w:left="912" w:right="937"/>
                        <w:jc w:val="center"/>
                      </w:pPr>
                      <w:r>
                        <w:rPr>
                          <w:color w:val="231F20"/>
                        </w:rPr>
                        <w:t>14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0288" behindDoc="1" locked="0" layoutInCell="1" allowOverlap="1">
                <wp:simplePos x="0" y="0"/>
                <wp:positionH relativeFrom="page">
                  <wp:posOffset>9135110</wp:posOffset>
                </wp:positionH>
                <wp:positionV relativeFrom="page">
                  <wp:posOffset>611505</wp:posOffset>
                </wp:positionV>
                <wp:extent cx="1577340" cy="1579245"/>
                <wp:effectExtent l="0" t="0" r="0" b="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92"/>
                              <w:ind w:left="907" w:right="948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13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margin-left:719.3pt;margin-top:48.15pt;width:124.2pt;height:124.3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zMRsAIAALM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92"/>
                        <w:ind w:left="907" w:right="948"/>
                        <w:jc w:val="center"/>
                      </w:pPr>
                      <w:r>
                        <w:rPr>
                          <w:color w:val="231F20"/>
                        </w:rPr>
                        <w:t>13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0800" behindDoc="1" locked="0" layoutInCell="1" allowOverlap="1">
                <wp:simplePos x="0" y="0"/>
                <wp:positionH relativeFrom="page">
                  <wp:posOffset>10711815</wp:posOffset>
                </wp:positionH>
                <wp:positionV relativeFrom="page">
                  <wp:posOffset>611505</wp:posOffset>
                </wp:positionV>
                <wp:extent cx="1581150" cy="1579245"/>
                <wp:effectExtent l="0" t="0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90"/>
                              <w:ind w:left="913" w:right="914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12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843.45pt;margin-top:48.15pt;width:124.5pt;height:124.35pt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ZasQ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90"/>
                        <w:ind w:left="913" w:right="914"/>
                        <w:jc w:val="center"/>
                      </w:pPr>
                      <w:r>
                        <w:rPr>
                          <w:color w:val="231F20"/>
                        </w:rPr>
                        <w:t>12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1312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611505</wp:posOffset>
                </wp:positionV>
                <wp:extent cx="1581150" cy="1579245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90"/>
                              <w:ind w:left="849" w:right="931"/>
                              <w:jc w:val="center"/>
                            </w:pPr>
                            <w:r>
                              <w:rPr>
                                <w:color w:val="231F20"/>
                                <w:spacing w:val="-74"/>
                              </w:rPr>
                              <w:t>11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967.95pt;margin-top:48.15pt;width:124.5pt;height:124.35pt;z-index:-158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X8gsQIAALM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90"/>
                        <w:ind w:left="849" w:right="931"/>
                        <w:jc w:val="center"/>
                      </w:pPr>
                      <w:r>
                        <w:rPr>
                          <w:color w:val="231F20"/>
                          <w:spacing w:val="-74"/>
                        </w:rPr>
                        <w:t>11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1824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2190115</wp:posOffset>
                </wp:positionV>
                <wp:extent cx="1582420" cy="1579245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42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9"/>
                              <w:ind w:left="887" w:right="932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19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1" type="#_x0000_t202" style="position:absolute;margin-left:97.65pt;margin-top:172.45pt;width:124.6pt;height:124.35pt;z-index:-158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64sQIAALM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9"/>
                        <w:ind w:left="887" w:right="932"/>
                        <w:jc w:val="center"/>
                      </w:pPr>
                      <w:r>
                        <w:rPr>
                          <w:color w:val="231F20"/>
                        </w:rPr>
                        <w:t>19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2336" behindDoc="1" locked="0" layoutInCell="1" allowOverlap="1">
                <wp:simplePos x="0" y="0"/>
                <wp:positionH relativeFrom="page">
                  <wp:posOffset>2822575</wp:posOffset>
                </wp:positionH>
                <wp:positionV relativeFrom="page">
                  <wp:posOffset>2190115</wp:posOffset>
                </wp:positionV>
                <wp:extent cx="1575435" cy="1579245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5435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9"/>
                              <w:ind w:left="874" w:right="922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18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222.25pt;margin-top:172.45pt;width:124.05pt;height:124.35pt;z-index:-1581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9"/>
                        <w:ind w:left="874" w:right="922"/>
                        <w:jc w:val="center"/>
                      </w:pPr>
                      <w:r>
                        <w:rPr>
                          <w:color w:val="231F20"/>
                        </w:rPr>
                        <w:t>18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2848" behindDoc="1" locked="0" layoutInCell="1" allowOverlap="1">
                <wp:simplePos x="0" y="0"/>
                <wp:positionH relativeFrom="page">
                  <wp:posOffset>4397375</wp:posOffset>
                </wp:positionH>
                <wp:positionV relativeFrom="page">
                  <wp:posOffset>2190115</wp:posOffset>
                </wp:positionV>
                <wp:extent cx="1579880" cy="1579245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88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2"/>
                              <w:ind w:left="885" w:right="928"/>
                              <w:jc w:val="center"/>
                            </w:pPr>
                            <w:r>
                              <w:rPr>
                                <w:color w:val="231F20"/>
                                <w:spacing w:val="-51"/>
                              </w:rPr>
                              <w:t>17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346.25pt;margin-top:172.45pt;width:124.4pt;height:124.35pt;z-index:-1581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3ssAIAALM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2"/>
                        <w:ind w:left="885" w:right="928"/>
                        <w:jc w:val="center"/>
                      </w:pPr>
                      <w:r>
                        <w:rPr>
                          <w:color w:val="231F20"/>
                          <w:spacing w:val="-51"/>
                        </w:rPr>
                        <w:t>17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3360" behindDoc="1" locked="0" layoutInCell="1" allowOverlap="1">
                <wp:simplePos x="0" y="0"/>
                <wp:positionH relativeFrom="page">
                  <wp:posOffset>5977255</wp:posOffset>
                </wp:positionH>
                <wp:positionV relativeFrom="page">
                  <wp:posOffset>2190115</wp:posOffset>
                </wp:positionV>
                <wp:extent cx="1576705" cy="1579245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9"/>
                              <w:ind w:left="909" w:right="946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16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470.65pt;margin-top:172.45pt;width:124.15pt;height:124.35pt;z-index:-1581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X0sQIAALM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9"/>
                        <w:ind w:left="909" w:right="946"/>
                        <w:jc w:val="center"/>
                      </w:pPr>
                      <w:r>
                        <w:rPr>
                          <w:color w:val="231F20"/>
                        </w:rPr>
                        <w:t>16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3872" behindDoc="1" locked="0" layoutInCell="1" allowOverlap="1">
                <wp:simplePos x="0" y="0"/>
                <wp:positionH relativeFrom="page">
                  <wp:posOffset>7553325</wp:posOffset>
                </wp:positionH>
                <wp:positionV relativeFrom="page">
                  <wp:posOffset>2190115</wp:posOffset>
                </wp:positionV>
                <wp:extent cx="1581785" cy="1579245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9"/>
                              <w:ind w:left="905" w:right="944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15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594.75pt;margin-top:172.45pt;width:124.55pt;height:124.35pt;z-index:-1581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hmsgIAALM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9"/>
                        <w:ind w:left="905" w:right="944"/>
                        <w:jc w:val="center"/>
                      </w:pPr>
                      <w:r>
                        <w:rPr>
                          <w:color w:val="231F20"/>
                        </w:rPr>
                        <w:t>15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4384" behindDoc="1" locked="0" layoutInCell="1" allowOverlap="1">
                <wp:simplePos x="0" y="0"/>
                <wp:positionH relativeFrom="page">
                  <wp:posOffset>9135110</wp:posOffset>
                </wp:positionH>
                <wp:positionV relativeFrom="page">
                  <wp:posOffset>2190115</wp:posOffset>
                </wp:positionV>
                <wp:extent cx="3157855" cy="1579245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855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719.3pt;margin-top:172.45pt;width:248.65pt;height:124.35pt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4M4sQIAALQ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4896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2190115</wp:posOffset>
                </wp:positionV>
                <wp:extent cx="1581150" cy="1579245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44"/>
                              <w:ind w:left="895" w:right="931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10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967.95pt;margin-top:172.45pt;width:124.5pt;height:124.35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CYsQ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44"/>
                        <w:ind w:left="895" w:right="931"/>
                        <w:jc w:val="center"/>
                      </w:pPr>
                      <w:r>
                        <w:rPr>
                          <w:color w:val="231F20"/>
                        </w:rPr>
                        <w:t>10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5408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3769360</wp:posOffset>
                </wp:positionV>
                <wp:extent cx="1582420" cy="1576705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420" cy="157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4"/>
                              <w:ind w:left="909" w:right="910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20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97.65pt;margin-top:296.8pt;width:124.6pt;height:124.15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m1sQ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4"/>
                        <w:ind w:left="909" w:right="910"/>
                        <w:jc w:val="center"/>
                      </w:pPr>
                      <w:r>
                        <w:rPr>
                          <w:color w:val="231F20"/>
                        </w:rPr>
                        <w:t>20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5920" behindDoc="1" locked="0" layoutInCell="1" allowOverlap="1">
                <wp:simplePos x="0" y="0"/>
                <wp:positionH relativeFrom="page">
                  <wp:posOffset>2822575</wp:posOffset>
                </wp:positionH>
                <wp:positionV relativeFrom="page">
                  <wp:posOffset>3769360</wp:posOffset>
                </wp:positionV>
                <wp:extent cx="9470390" cy="157670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0390" cy="157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222.25pt;margin-top:296.8pt;width:745.7pt;height:124.15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6432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3769360</wp:posOffset>
                </wp:positionV>
                <wp:extent cx="1581150" cy="1576705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7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41"/>
                              <w:ind w:left="0" w:right="8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9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margin-left:967.95pt;margin-top:296.8pt;width:124.5pt;height:124.15pt;z-index:-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IwsQIAALQ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41"/>
                        <w:ind w:left="0" w:right="8"/>
                        <w:jc w:val="center"/>
                      </w:pPr>
                      <w:r>
                        <w:rPr>
                          <w:color w:val="231F20"/>
                        </w:rPr>
                        <w:t>9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6944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5346065</wp:posOffset>
                </wp:positionV>
                <wp:extent cx="1582420" cy="158115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42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909" w:right="916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21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margin-left:97.65pt;margin-top:420.95pt;width:124.6pt;height:124.5pt;z-index:-1580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909" w:right="916"/>
                        <w:jc w:val="center"/>
                      </w:pPr>
                      <w:r>
                        <w:rPr>
                          <w:color w:val="231F20"/>
                        </w:rPr>
                        <w:t>21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7456" behindDoc="1" locked="0" layoutInCell="1" allowOverlap="1">
                <wp:simplePos x="0" y="0"/>
                <wp:positionH relativeFrom="page">
                  <wp:posOffset>2822575</wp:posOffset>
                </wp:positionH>
                <wp:positionV relativeFrom="page">
                  <wp:posOffset>5346065</wp:posOffset>
                </wp:positionV>
                <wp:extent cx="1575435" cy="1581150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543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41"/>
                              <w:ind w:left="902" w:right="894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22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2" type="#_x0000_t202" style="position:absolute;margin-left:222.25pt;margin-top:420.95pt;width:124.05pt;height:124.5pt;z-index:-1580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41"/>
                        <w:ind w:left="902" w:right="894"/>
                        <w:jc w:val="center"/>
                      </w:pPr>
                      <w:r>
                        <w:rPr>
                          <w:color w:val="231F20"/>
                        </w:rPr>
                        <w:t>22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7968" behindDoc="1" locked="0" layoutInCell="1" allowOverlap="1">
                <wp:simplePos x="0" y="0"/>
                <wp:positionH relativeFrom="page">
                  <wp:posOffset>4397375</wp:posOffset>
                </wp:positionH>
                <wp:positionV relativeFrom="page">
                  <wp:posOffset>5346065</wp:posOffset>
                </wp:positionV>
                <wp:extent cx="1579880" cy="158115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88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41"/>
                              <w:ind w:left="931" w:right="928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23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346.25pt;margin-top:420.95pt;width:124.4pt;height:124.5pt;z-index:-158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41"/>
                        <w:ind w:left="931" w:right="928"/>
                        <w:jc w:val="center"/>
                      </w:pPr>
                      <w:r>
                        <w:rPr>
                          <w:color w:val="231F20"/>
                        </w:rPr>
                        <w:t>23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8480" behindDoc="1" locked="0" layoutInCell="1" allowOverlap="1">
                <wp:simplePos x="0" y="0"/>
                <wp:positionH relativeFrom="page">
                  <wp:posOffset>5977255</wp:posOffset>
                </wp:positionH>
                <wp:positionV relativeFrom="page">
                  <wp:posOffset>5346065</wp:posOffset>
                </wp:positionV>
                <wp:extent cx="3158490" cy="158115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ind w:left="0"/>
                              <w:rPr>
                                <w:rFonts w:ascii="Times New Roman"/>
                                <w:sz w:val="84"/>
                              </w:rPr>
                            </w:pPr>
                          </w:p>
                          <w:p w:rsidR="00667916" w:rsidRDefault="00BB73F7">
                            <w:pPr>
                              <w:ind w:left="588"/>
                              <w:rPr>
                                <w:rFonts w:ascii="DIN 2014" w:hAnsi="DIN 2014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DIN 2014" w:hAnsi="DIN 2014"/>
                                <w:b/>
                                <w:color w:val="231F20"/>
                                <w:sz w:val="48"/>
                              </w:rPr>
                              <w:t>ARRIVAL –ARRIVO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rFonts w:ascii="DIN 2014"/>
                                <w:b/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margin-left:470.65pt;margin-top:420.95pt;width:248.7pt;height:124.5pt;z-index:-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5IKsgIAALQ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ind w:left="0"/>
                        <w:rPr>
                          <w:rFonts w:ascii="Times New Roman"/>
                          <w:sz w:val="84"/>
                        </w:rPr>
                      </w:pPr>
                    </w:p>
                    <w:p w:rsidR="00667916" w:rsidRDefault="00BB73F7">
                      <w:pPr>
                        <w:ind w:left="588"/>
                        <w:rPr>
                          <w:rFonts w:ascii="DIN 2014" w:hAnsi="DIN 2014"/>
                          <w:b/>
                          <w:sz w:val="48"/>
                        </w:rPr>
                      </w:pPr>
                      <w:r>
                        <w:rPr>
                          <w:rFonts w:ascii="DIN 2014" w:hAnsi="DIN 2014"/>
                          <w:b/>
                          <w:color w:val="231F20"/>
                          <w:sz w:val="48"/>
                        </w:rPr>
                        <w:t>ARRIVAL –ARRIVO</w:t>
                      </w:r>
                    </w:p>
                    <w:p w:rsidR="00667916" w:rsidRDefault="00667916">
                      <w:pPr>
                        <w:pStyle w:val="Textkrper"/>
                        <w:rPr>
                          <w:rFonts w:ascii="DIN 2014"/>
                          <w:b/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8992" behindDoc="1" locked="0" layoutInCell="1" allowOverlap="1">
                <wp:simplePos x="0" y="0"/>
                <wp:positionH relativeFrom="page">
                  <wp:posOffset>9135110</wp:posOffset>
                </wp:positionH>
                <wp:positionV relativeFrom="page">
                  <wp:posOffset>5346065</wp:posOffset>
                </wp:positionV>
                <wp:extent cx="3157855" cy="1581150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85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5" type="#_x0000_t202" style="position:absolute;margin-left:719.3pt;margin-top:420.95pt;width:248.65pt;height:124.5pt;z-index:-1580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9504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5346065</wp:posOffset>
                </wp:positionV>
                <wp:extent cx="1581150" cy="158115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42"/>
                              <w:ind w:left="0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8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6" type="#_x0000_t202" style="position:absolute;margin-left:967.95pt;margin-top:420.95pt;width:124.5pt;height:124.5pt;z-index:-1580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42"/>
                        <w:ind w:left="0"/>
                        <w:jc w:val="center"/>
                      </w:pPr>
                      <w:r>
                        <w:rPr>
                          <w:color w:val="231F20"/>
                        </w:rPr>
                        <w:t>8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0016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6926580</wp:posOffset>
                </wp:positionV>
                <wp:extent cx="11052810" cy="158940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2810" cy="158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7" type="#_x0000_t202" style="position:absolute;margin-left:97.65pt;margin-top:545.4pt;width:870.3pt;height:125.1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bSsg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0528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6926580</wp:posOffset>
                </wp:positionV>
                <wp:extent cx="1581150" cy="158940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8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36"/>
                              <w:ind w:left="0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7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8" type="#_x0000_t202" style="position:absolute;margin-left:967.95pt;margin-top:545.4pt;width:124.5pt;height:125.15pt;z-index:-1580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36"/>
                        <w:ind w:left="0"/>
                        <w:jc w:val="center"/>
                      </w:pPr>
                      <w:r>
                        <w:rPr>
                          <w:color w:val="231F20"/>
                        </w:rPr>
                        <w:t>7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1040" behindDoc="1" locked="0" layoutInCell="1" allowOverlap="1">
                <wp:simplePos x="0" y="0"/>
                <wp:positionH relativeFrom="page">
                  <wp:posOffset>1240155</wp:posOffset>
                </wp:positionH>
                <wp:positionV relativeFrom="page">
                  <wp:posOffset>8515350</wp:posOffset>
                </wp:positionV>
                <wp:extent cx="3157220" cy="15811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667916">
                            <w:pPr>
                              <w:pStyle w:val="Textkrper"/>
                              <w:ind w:left="0"/>
                              <w:rPr>
                                <w:rFonts w:ascii="Times New Roman"/>
                                <w:sz w:val="84"/>
                              </w:rPr>
                            </w:pPr>
                          </w:p>
                          <w:p w:rsidR="00667916" w:rsidRDefault="00BB73F7">
                            <w:pPr>
                              <w:ind w:left="428"/>
                              <w:rPr>
                                <w:rFonts w:ascii="DIN 2014" w:hAnsi="DIN 2014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DIN 2014" w:hAnsi="DIN 2014"/>
                                <w:b/>
                                <w:color w:val="231F20"/>
                                <w:sz w:val="48"/>
                              </w:rPr>
                              <w:t>START – PARTENZA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rFonts w:ascii="DIN 2014"/>
                                <w:b/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9" type="#_x0000_t202" style="position:absolute;margin-left:97.65pt;margin-top:670.5pt;width:248.6pt;height:124.5pt;z-index:-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CA4sw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" filled="f" stroked="f">
                <v:textbox inset="0,0,0,0">
                  <w:txbxContent>
                    <w:p w:rsidR="00667916" w:rsidRDefault="00667916">
                      <w:pPr>
                        <w:pStyle w:val="Textkrper"/>
                        <w:ind w:left="0"/>
                        <w:rPr>
                          <w:rFonts w:ascii="Times New Roman"/>
                          <w:sz w:val="84"/>
                        </w:rPr>
                      </w:pPr>
                    </w:p>
                    <w:p w:rsidR="00667916" w:rsidRDefault="00BB73F7">
                      <w:pPr>
                        <w:ind w:left="428"/>
                        <w:rPr>
                          <w:rFonts w:ascii="DIN 2014" w:hAnsi="DIN 2014"/>
                          <w:b/>
                          <w:sz w:val="48"/>
                        </w:rPr>
                      </w:pPr>
                      <w:r>
                        <w:rPr>
                          <w:rFonts w:ascii="DIN 2014" w:hAnsi="DIN 2014"/>
                          <w:b/>
                          <w:color w:val="231F20"/>
                          <w:sz w:val="48"/>
                        </w:rPr>
                        <w:t>START – PARTENZA</w:t>
                      </w:r>
                    </w:p>
                    <w:p w:rsidR="00667916" w:rsidRDefault="00667916">
                      <w:pPr>
                        <w:pStyle w:val="Textkrper"/>
                        <w:rPr>
                          <w:rFonts w:ascii="DIN 2014"/>
                          <w:b/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1552" behindDoc="1" locked="0" layoutInCell="1" allowOverlap="1">
                <wp:simplePos x="0" y="0"/>
                <wp:positionH relativeFrom="page">
                  <wp:posOffset>4397375</wp:posOffset>
                </wp:positionH>
                <wp:positionV relativeFrom="page">
                  <wp:posOffset>8515350</wp:posOffset>
                </wp:positionV>
                <wp:extent cx="1579880" cy="158115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88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7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1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0" type="#_x0000_t202" style="position:absolute;margin-left:346.25pt;margin-top:670.5pt;width:124.4pt;height:124.5pt;z-index:-1580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dNswIAALI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7"/>
                        <w:jc w:val="center"/>
                      </w:pPr>
                      <w:r>
                        <w:rPr>
                          <w:color w:val="231F20"/>
                        </w:rPr>
                        <w:t>1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2064" behindDoc="1" locked="0" layoutInCell="1" allowOverlap="1">
                <wp:simplePos x="0" y="0"/>
                <wp:positionH relativeFrom="page">
                  <wp:posOffset>5977255</wp:posOffset>
                </wp:positionH>
                <wp:positionV relativeFrom="page">
                  <wp:posOffset>8515350</wp:posOffset>
                </wp:positionV>
                <wp:extent cx="1576705" cy="158115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14"/>
                              <w:ind w:left="0" w:right="19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2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1" type="#_x0000_t202" style="position:absolute;margin-left:470.65pt;margin-top:670.5pt;width:124.15pt;height:124.5pt;z-index:-1580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NWCswIAALI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14"/>
                        <w:ind w:left="0" w:right="19"/>
                        <w:jc w:val="center"/>
                      </w:pPr>
                      <w:r>
                        <w:rPr>
                          <w:color w:val="231F20"/>
                        </w:rPr>
                        <w:t>2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2576" behindDoc="1" locked="0" layoutInCell="1" allowOverlap="1">
                <wp:simplePos x="0" y="0"/>
                <wp:positionH relativeFrom="page">
                  <wp:posOffset>7553325</wp:posOffset>
                </wp:positionH>
                <wp:positionV relativeFrom="page">
                  <wp:posOffset>8515350</wp:posOffset>
                </wp:positionV>
                <wp:extent cx="1581785" cy="15811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0" w:right="6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3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2" type="#_x0000_t202" style="position:absolute;margin-left:594.75pt;margin-top:670.5pt;width:124.55pt;height:124.5pt;z-index:-158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0" w:right="6"/>
                        <w:jc w:val="center"/>
                      </w:pPr>
                      <w:r>
                        <w:rPr>
                          <w:color w:val="231F20"/>
                        </w:rPr>
                        <w:t>3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3088" behindDoc="1" locked="0" layoutInCell="1" allowOverlap="1">
                <wp:simplePos x="0" y="0"/>
                <wp:positionH relativeFrom="page">
                  <wp:posOffset>9135110</wp:posOffset>
                </wp:positionH>
                <wp:positionV relativeFrom="page">
                  <wp:posOffset>8515350</wp:posOffset>
                </wp:positionV>
                <wp:extent cx="1577340" cy="15811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3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4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3" type="#_x0000_t202" style="position:absolute;margin-left:719.3pt;margin-top:670.5pt;width:124.2pt;height:124.5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93qsw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3"/>
                        <w:jc w:val="center"/>
                      </w:pPr>
                      <w:r>
                        <w:rPr>
                          <w:color w:val="231F20"/>
                        </w:rPr>
                        <w:t>4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3600" behindDoc="1" locked="0" layoutInCell="1" allowOverlap="1">
                <wp:simplePos x="0" y="0"/>
                <wp:positionH relativeFrom="page">
                  <wp:posOffset>10711815</wp:posOffset>
                </wp:positionH>
                <wp:positionV relativeFrom="page">
                  <wp:posOffset>8515350</wp:posOffset>
                </wp:positionV>
                <wp:extent cx="1581150" cy="15811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0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5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4" type="#_x0000_t202" style="position:absolute;margin-left:843.45pt;margin-top:670.5pt;width:124.5pt;height:124.5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0"/>
                        <w:jc w:val="center"/>
                      </w:pPr>
                      <w:r>
                        <w:rPr>
                          <w:color w:val="231F20"/>
                        </w:rPr>
                        <w:t>5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14112" behindDoc="1" locked="0" layoutInCell="1" allowOverlap="1">
                <wp:simplePos x="0" y="0"/>
                <wp:positionH relativeFrom="page">
                  <wp:posOffset>12292965</wp:posOffset>
                </wp:positionH>
                <wp:positionV relativeFrom="page">
                  <wp:posOffset>8515350</wp:posOffset>
                </wp:positionV>
                <wp:extent cx="1581150" cy="15811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916" w:rsidRDefault="00BB73F7">
                            <w:pPr>
                              <w:pStyle w:val="Textkrper"/>
                              <w:spacing w:before="125"/>
                              <w:ind w:left="0" w:right="8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6</w:t>
                            </w:r>
                          </w:p>
                          <w:p w:rsidR="00667916" w:rsidRDefault="00667916">
                            <w:pPr>
                              <w:pStyle w:val="Textkrp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5" type="#_x0000_t202" style="position:absolute;margin-left:967.95pt;margin-top:670.5pt;width:124.5pt;height:124.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" filled="f" stroked="f">
                <v:textbox inset="0,0,0,0">
                  <w:txbxContent>
                    <w:p w:rsidR="00667916" w:rsidRDefault="00BB73F7">
                      <w:pPr>
                        <w:pStyle w:val="Textkrper"/>
                        <w:spacing w:before="125"/>
                        <w:ind w:left="0" w:right="8"/>
                        <w:jc w:val="center"/>
                      </w:pPr>
                      <w:r>
                        <w:rPr>
                          <w:color w:val="231F20"/>
                        </w:rPr>
                        <w:t>6</w:t>
                      </w:r>
                    </w:p>
                    <w:p w:rsidR="00667916" w:rsidRDefault="00667916">
                      <w:pPr>
                        <w:pStyle w:val="Textkrper"/>
                        <w:rPr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67916">
      <w:type w:val="continuous"/>
      <w:pgSz w:w="23820" w:h="16840" w:orient="landscape"/>
      <w:pgMar w:top="880" w:right="1860" w:bottom="280" w:left="1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2014-Light">
    <w:altName w:val="Calibri"/>
    <w:charset w:val="00"/>
    <w:family w:val="swiss"/>
    <w:pitch w:val="variable"/>
  </w:font>
  <w:font w:name="DIN 2014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16"/>
    <w:rsid w:val="00667916"/>
    <w:rsid w:val="00BB73F7"/>
    <w:rsid w:val="00D4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5C0F"/>
  <w15:docId w15:val="{CFE45E34-4280-4759-A9A7-AD4ABAE2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rFonts w:ascii="DIN2014-Light" w:eastAsia="DIN2014-Light" w:hAnsi="DIN2014-Light" w:cs="DIN2014-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"/>
      <w:ind w:left="40"/>
    </w:pPr>
    <w:rPr>
      <w:sz w:val="60"/>
      <w:szCs w:val="6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6E5A7F80.dotm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Spielbrett_Parkour.indd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Spielbrett_Parkour.indd</dc:title>
  <dc:creator>De Monte, Rosmarie</dc:creator>
  <cp:lastModifiedBy>Schwienbacher, Evi Debora</cp:lastModifiedBy>
  <cp:revision>2</cp:revision>
  <dcterms:created xsi:type="dcterms:W3CDTF">2020-10-13T07:27:00Z</dcterms:created>
  <dcterms:modified xsi:type="dcterms:W3CDTF">2020-10-13T07:27:00Z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2020-10-12T00:00:00Z</vt:filetime>
  </property>
</Properties>
</file>