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795C" w:rsidRDefault="000F795C" w:rsidP="00FC6B65">
      <w:pPr>
        <w:pStyle w:val="Untertitel"/>
        <w:rPr>
          <w:lang w:val="de-DE"/>
        </w:rPr>
      </w:pPr>
      <w:bookmarkStart w:id="0" w:name="_GoBack"/>
      <w:bookmarkEnd w:id="0"/>
      <w:r>
        <w:rPr>
          <w:lang w:val="de-DE"/>
        </w:rPr>
        <w:t>B</w:t>
      </w:r>
      <w:r w:rsidR="0081310D">
        <w:rPr>
          <w:lang w:val="de-DE"/>
        </w:rPr>
        <w:t xml:space="preserve">eim </w:t>
      </w:r>
      <w:r w:rsidR="00722ACC">
        <w:rPr>
          <w:lang w:val="de-DE"/>
        </w:rPr>
        <w:t xml:space="preserve">Darts werfen zwei Spieler*innen abwechselnd </w:t>
      </w:r>
      <w:r w:rsidR="00793897">
        <w:rPr>
          <w:lang w:val="de-DE"/>
        </w:rPr>
        <w:t>jeweils drei</w:t>
      </w:r>
      <w:r w:rsidR="00722ACC">
        <w:rPr>
          <w:lang w:val="de-DE"/>
        </w:rPr>
        <w:t xml:space="preserve"> Pfeil</w:t>
      </w:r>
      <w:r w:rsidR="00793897">
        <w:rPr>
          <w:lang w:val="de-DE"/>
        </w:rPr>
        <w:t>e</w:t>
      </w:r>
      <w:r w:rsidR="00722ACC">
        <w:rPr>
          <w:lang w:val="de-DE"/>
        </w:rPr>
        <w:t xml:space="preserve"> auf </w:t>
      </w:r>
      <w:r w:rsidR="002E74ED">
        <w:rPr>
          <w:lang w:val="de-DE"/>
        </w:rPr>
        <w:t xml:space="preserve">eine Dartscheibe. Die </w:t>
      </w:r>
      <w:r w:rsidR="0038399C">
        <w:rPr>
          <w:lang w:val="de-DE"/>
        </w:rPr>
        <w:t>Scheibe hat einen Durchmesser von 340mm</w:t>
      </w:r>
      <w:r w:rsidR="000B45F3">
        <w:rPr>
          <w:lang w:val="de-DE"/>
        </w:rPr>
        <w:t xml:space="preserve"> und ist in verschiedene Sektoren unterteil (vgl. Bild).</w:t>
      </w:r>
      <w:r w:rsidR="00D6399E">
        <w:rPr>
          <w:lang w:val="de-DE"/>
        </w:rPr>
        <w:t xml:space="preserve"> </w:t>
      </w:r>
      <w:r w:rsidR="00947C13">
        <w:rPr>
          <w:lang w:val="de-DE"/>
        </w:rPr>
        <w:t xml:space="preserve">Der Mittelpunkt befindet sich in einer Höhe von </w:t>
      </w:r>
      <w:r w:rsidR="00BE1BE8">
        <w:rPr>
          <w:lang w:val="de-DE"/>
        </w:rPr>
        <w:t xml:space="preserve">1,73m und die Spieler*innen werfen </w:t>
      </w:r>
      <w:r w:rsidR="00FB3660">
        <w:rPr>
          <w:lang w:val="de-DE"/>
        </w:rPr>
        <w:t>b</w:t>
      </w:r>
      <w:r w:rsidR="00AE1849">
        <w:rPr>
          <w:lang w:val="de-DE"/>
        </w:rPr>
        <w:t>eim Sof</w:t>
      </w:r>
      <w:r w:rsidR="002835CD">
        <w:rPr>
          <w:lang w:val="de-DE"/>
        </w:rPr>
        <w:t xml:space="preserve">t Darts aus einer Entfernung von </w:t>
      </w:r>
      <w:r w:rsidR="00C074B5">
        <w:rPr>
          <w:lang w:val="de-DE"/>
        </w:rPr>
        <w:t>2,44</w:t>
      </w:r>
      <w:r w:rsidR="004E14B3">
        <w:rPr>
          <w:lang w:val="de-DE"/>
        </w:rPr>
        <w:t>m</w:t>
      </w:r>
      <w:r w:rsidR="00C074B5">
        <w:rPr>
          <w:lang w:val="de-DE"/>
        </w:rPr>
        <w:t xml:space="preserve"> und beim Steel Dart aus einer Entfernung von </w:t>
      </w:r>
      <w:r w:rsidR="004E14B3">
        <w:rPr>
          <w:lang w:val="de-DE"/>
        </w:rPr>
        <w:t xml:space="preserve">2,37m auf die Scheibe. </w:t>
      </w:r>
    </w:p>
    <w:p w:rsidR="007414F8" w:rsidRDefault="007414F8">
      <w:pPr>
        <w:rPr>
          <w:lang w:val="de-DE"/>
        </w:rPr>
      </w:pPr>
    </w:p>
    <w:p w:rsidR="00E9587D" w:rsidRDefault="00E9587D">
      <w:pPr>
        <w:rPr>
          <w:lang w:val="de-D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28CEA5C" wp14:editId="1B2E4B6B">
            <wp:simplePos x="0" y="0"/>
            <wp:positionH relativeFrom="column">
              <wp:posOffset>0</wp:posOffset>
            </wp:positionH>
            <wp:positionV relativeFrom="paragraph">
              <wp:posOffset>172720</wp:posOffset>
            </wp:positionV>
            <wp:extent cx="3749040" cy="2313940"/>
            <wp:effectExtent l="0" t="0" r="0" b="0"/>
            <wp:wrapTopAndBottom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49040" cy="2313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E797C" w:rsidRDefault="00F96636">
      <w:pPr>
        <w:pStyle w:val="StandardWeb"/>
        <w:spacing w:before="0" w:beforeAutospacing="0" w:after="0" w:afterAutospacing="0"/>
        <w:textAlignment w:val="baseline"/>
        <w:divId w:val="1335110360"/>
        <w:rPr>
          <w:lang w:val="de-DE"/>
        </w:rPr>
      </w:pPr>
      <w:r>
        <w:rPr>
          <w:lang w:val="de-DE"/>
        </w:rPr>
        <w:t>Beim Dar</w:t>
      </w:r>
      <w:r w:rsidR="00FE797C">
        <w:rPr>
          <w:lang w:val="de-DE"/>
        </w:rPr>
        <w:t xml:space="preserve">ts gibt es mehrere Spielvarianten. Die Häufigste ist sicherlich 301 bzw. 501. </w:t>
      </w:r>
      <w:r w:rsidR="00D8071C">
        <w:rPr>
          <w:lang w:val="de-DE"/>
        </w:rPr>
        <w:t xml:space="preserve">Wirft man die Pfeile auf die Scheibe, so werden die getroffenen Punkte zusammengezählt und vom Ausgangswerts abgezogen. </w:t>
      </w:r>
      <w:r w:rsidR="00FE797C">
        <w:rPr>
          <w:lang w:val="de-DE"/>
        </w:rPr>
        <w:t xml:space="preserve">Dabei startet man </w:t>
      </w:r>
      <w:r w:rsidR="009E75C0">
        <w:rPr>
          <w:lang w:val="de-DE"/>
        </w:rPr>
        <w:t xml:space="preserve">mit </w:t>
      </w:r>
      <w:r w:rsidR="00D8071C">
        <w:rPr>
          <w:lang w:val="de-DE"/>
        </w:rPr>
        <w:t>501 ode</w:t>
      </w:r>
      <w:r w:rsidR="00773454">
        <w:rPr>
          <w:lang w:val="de-DE"/>
        </w:rPr>
        <w:t>r 301</w:t>
      </w:r>
      <w:r w:rsidR="009E75C0">
        <w:rPr>
          <w:lang w:val="de-DE"/>
        </w:rPr>
        <w:t xml:space="preserve"> </w:t>
      </w:r>
      <w:r w:rsidR="00773454">
        <w:rPr>
          <w:lang w:val="de-DE"/>
        </w:rPr>
        <w:t>Punkten</w:t>
      </w:r>
      <w:r w:rsidR="009E75C0">
        <w:rPr>
          <w:lang w:val="de-DE"/>
        </w:rPr>
        <w:t xml:space="preserve"> und muss versuchen </w:t>
      </w:r>
      <w:r w:rsidR="00773454">
        <w:rPr>
          <w:lang w:val="de-DE"/>
        </w:rPr>
        <w:t xml:space="preserve">so schnell wie möglich genau auf 0 Punkte zu kommen. Es gibt auch die </w:t>
      </w:r>
      <w:r w:rsidR="00255CEC">
        <w:rPr>
          <w:lang w:val="de-DE"/>
        </w:rPr>
        <w:t>Variante, bei welcher man beim letzten Treffer den Dou</w:t>
      </w:r>
      <w:r w:rsidR="0077647D">
        <w:rPr>
          <w:lang w:val="de-DE"/>
        </w:rPr>
        <w:t xml:space="preserve">ble-Ring treffen muss. </w:t>
      </w:r>
    </w:p>
    <w:p w:rsidR="0077647D" w:rsidRDefault="0077647D">
      <w:pPr>
        <w:pStyle w:val="StandardWeb"/>
        <w:spacing w:before="0" w:beforeAutospacing="0" w:after="0" w:afterAutospacing="0"/>
        <w:textAlignment w:val="baseline"/>
        <w:divId w:val="1335110360"/>
        <w:rPr>
          <w:lang w:val="de-DE"/>
        </w:rPr>
      </w:pPr>
    </w:p>
    <w:p w:rsidR="0077647D" w:rsidRDefault="0081321B">
      <w:pPr>
        <w:pStyle w:val="StandardWeb"/>
        <w:spacing w:before="0" w:beforeAutospacing="0" w:after="0" w:afterAutospacing="0"/>
        <w:textAlignment w:val="baseline"/>
        <w:divId w:val="1335110360"/>
        <w:rPr>
          <w:lang w:val="de-DE"/>
        </w:rPr>
      </w:pPr>
      <w:r>
        <w:rPr>
          <w:lang w:val="de-DE"/>
        </w:rPr>
        <w:t xml:space="preserve">Ihr seid mit euren Freunden im </w:t>
      </w:r>
      <w:r w:rsidR="004743BF">
        <w:rPr>
          <w:lang w:val="de-DE"/>
        </w:rPr>
        <w:t>Jugendzentrum und spielt Darts. Wohin auf der Scheibe solltet ihr</w:t>
      </w:r>
      <w:r w:rsidR="005A3A30">
        <w:rPr>
          <w:lang w:val="de-DE"/>
        </w:rPr>
        <w:t xml:space="preserve"> als einfache Hobbyspieler</w:t>
      </w:r>
      <w:r w:rsidR="004743BF">
        <w:rPr>
          <w:lang w:val="de-DE"/>
        </w:rPr>
        <w:t xml:space="preserve"> zielen, </w:t>
      </w:r>
      <w:r w:rsidR="005A3A30">
        <w:rPr>
          <w:lang w:val="de-DE"/>
        </w:rPr>
        <w:t xml:space="preserve">um </w:t>
      </w:r>
      <w:r w:rsidR="00912CD6">
        <w:rPr>
          <w:lang w:val="de-DE"/>
        </w:rPr>
        <w:t xml:space="preserve">eure Punkte möglichst schnell abzubauen und gut abzuschneiden. </w:t>
      </w:r>
    </w:p>
    <w:p w:rsidR="00086385" w:rsidRDefault="00086385">
      <w:pPr>
        <w:pStyle w:val="StandardWeb"/>
        <w:spacing w:before="0" w:beforeAutospacing="0" w:after="0" w:afterAutospacing="0"/>
        <w:textAlignment w:val="baseline"/>
        <w:divId w:val="1335110360"/>
        <w:rPr>
          <w:lang w:val="de-DE"/>
        </w:rPr>
      </w:pPr>
    </w:p>
    <w:p w:rsidR="00086385" w:rsidRDefault="0067532A">
      <w:pPr>
        <w:pStyle w:val="StandardWeb"/>
        <w:spacing w:before="0" w:beforeAutospacing="0" w:after="0" w:afterAutospacing="0"/>
        <w:textAlignment w:val="baseline"/>
        <w:divId w:val="1335110360"/>
        <w:rPr>
          <w:lang w:val="de-DE"/>
        </w:rPr>
      </w:pPr>
      <w:r>
        <w:rPr>
          <w:lang w:val="de-DE"/>
        </w:rPr>
        <w:t xml:space="preserve">Profis zielen im </w:t>
      </w:r>
      <w:r w:rsidR="00E57B23">
        <w:rPr>
          <w:lang w:val="de-DE"/>
        </w:rPr>
        <w:t xml:space="preserve">Normalfall auf die Triple-20 und daher ist meist dies auch die spontane Antwort. </w:t>
      </w:r>
      <w:r w:rsidR="007E63A9">
        <w:rPr>
          <w:lang w:val="de-DE"/>
        </w:rPr>
        <w:t>Führt nun zu allererst Experimente durch. Werft also eine größere Anzahl an Pfeilen (etwa 1</w:t>
      </w:r>
      <w:r w:rsidR="004A1BD4">
        <w:rPr>
          <w:lang w:val="de-DE"/>
        </w:rPr>
        <w:t xml:space="preserve">5 Pfeile) </w:t>
      </w:r>
      <w:r w:rsidR="00C96522">
        <w:rPr>
          <w:lang w:val="de-DE"/>
        </w:rPr>
        <w:t>und zielt auf die Triple-20. Addiert eure e</w:t>
      </w:r>
      <w:r w:rsidR="00996A9B">
        <w:rPr>
          <w:lang w:val="de-DE"/>
        </w:rPr>
        <w:t xml:space="preserve">rreichten Punkte. Danach </w:t>
      </w:r>
      <w:r w:rsidR="00BC0B26">
        <w:rPr>
          <w:lang w:val="de-DE"/>
        </w:rPr>
        <w:t>sollt</w:t>
      </w:r>
      <w:r w:rsidR="00996A9B">
        <w:rPr>
          <w:lang w:val="de-DE"/>
        </w:rPr>
        <w:t xml:space="preserve"> ihr das Experiment für weitere Punkte, Sektoren bzw. Abschnitte durchführen. </w:t>
      </w:r>
    </w:p>
    <w:p w:rsidR="00996A9B" w:rsidRDefault="00996A9B">
      <w:pPr>
        <w:pStyle w:val="StandardWeb"/>
        <w:spacing w:before="0" w:beforeAutospacing="0" w:after="0" w:afterAutospacing="0"/>
        <w:textAlignment w:val="baseline"/>
        <w:divId w:val="1335110360"/>
        <w:rPr>
          <w:lang w:val="de-DE"/>
        </w:rPr>
      </w:pPr>
    </w:p>
    <w:p w:rsidR="00996A9B" w:rsidRDefault="00996A9B">
      <w:pPr>
        <w:pStyle w:val="StandardWeb"/>
        <w:spacing w:before="0" w:beforeAutospacing="0" w:after="0" w:afterAutospacing="0"/>
        <w:textAlignment w:val="baseline"/>
        <w:divId w:val="1335110360"/>
        <w:rPr>
          <w:lang w:val="de-DE"/>
        </w:rPr>
      </w:pPr>
      <w:r>
        <w:rPr>
          <w:lang w:val="de-DE"/>
        </w:rPr>
        <w:t xml:space="preserve">Versucht dann eine </w:t>
      </w:r>
      <w:r w:rsidR="00532614">
        <w:rPr>
          <w:lang w:val="de-DE"/>
        </w:rPr>
        <w:t xml:space="preserve">Hypothese aufzustellen und eine mathematische Erklärung dafür zu finden. </w:t>
      </w:r>
      <w:r w:rsidR="00B57BAA">
        <w:rPr>
          <w:lang w:val="de-DE"/>
        </w:rPr>
        <w:t xml:space="preserve">Wohin sollte man zielen? </w:t>
      </w:r>
      <w:r w:rsidR="000D795C">
        <w:rPr>
          <w:lang w:val="de-DE"/>
        </w:rPr>
        <w:t>Gibt es überhaupt ein zu empfehlendes Ziel, oder hängt es vom Niveau des Spielers ab?</w:t>
      </w:r>
      <w:r w:rsidR="001C4949">
        <w:rPr>
          <w:lang w:val="de-DE"/>
        </w:rPr>
        <w:t xml:space="preserve"> Solche und auch weitere Fragen sollten sich im Laufe des Tages ergeben. Versucht sie zu beantworten.</w:t>
      </w:r>
    </w:p>
    <w:p w:rsidR="00531E11" w:rsidRDefault="00531E11">
      <w:pPr>
        <w:pStyle w:val="StandardWeb"/>
        <w:spacing w:before="0" w:beforeAutospacing="0" w:after="0" w:afterAutospacing="0"/>
        <w:textAlignment w:val="baseline"/>
        <w:divId w:val="1335110360"/>
        <w:rPr>
          <w:lang w:val="de-DE"/>
        </w:rPr>
      </w:pPr>
    </w:p>
    <w:p w:rsidR="00531E11" w:rsidRDefault="00F02B62">
      <w:pPr>
        <w:pStyle w:val="StandardWeb"/>
        <w:spacing w:before="0" w:beforeAutospacing="0" w:after="0" w:afterAutospacing="0"/>
        <w:textAlignment w:val="baseline"/>
        <w:divId w:val="1335110360"/>
        <w:rPr>
          <w:lang w:val="de-DE"/>
        </w:rPr>
      </w:pPr>
      <w:r>
        <w:rPr>
          <w:lang w:val="de-DE"/>
        </w:rPr>
        <w:t xml:space="preserve">Für </w:t>
      </w:r>
      <w:r w:rsidR="006E6BA7">
        <w:rPr>
          <w:lang w:val="de-DE"/>
        </w:rPr>
        <w:t>eure Berechnungen und um eure Ergebnisse festzuhalten könnt ihr Excel</w:t>
      </w:r>
      <w:r w:rsidR="005D6A96">
        <w:rPr>
          <w:lang w:val="de-DE"/>
        </w:rPr>
        <w:t xml:space="preserve"> oder/und GeoGebra verwenden. Außerdem könnte die App „Freccette Cotatore di Punti“ hilfreich</w:t>
      </w:r>
      <w:r w:rsidR="00A41C5E">
        <w:rPr>
          <w:lang w:val="de-DE"/>
        </w:rPr>
        <w:t xml:space="preserve"> sein. </w:t>
      </w:r>
    </w:p>
    <w:p w:rsidR="00912CD6" w:rsidRDefault="00912CD6">
      <w:pPr>
        <w:pStyle w:val="StandardWeb"/>
        <w:spacing w:before="0" w:beforeAutospacing="0" w:after="0" w:afterAutospacing="0"/>
        <w:textAlignment w:val="baseline"/>
        <w:divId w:val="1335110360"/>
        <w:rPr>
          <w:lang w:val="de-DE"/>
        </w:rPr>
      </w:pPr>
    </w:p>
    <w:p w:rsidR="00962BBF" w:rsidRDefault="00962BBF">
      <w:pPr>
        <w:pStyle w:val="StandardWeb"/>
        <w:spacing w:before="0" w:beforeAutospacing="0" w:after="0" w:afterAutospacing="0"/>
        <w:textAlignment w:val="baseline"/>
        <w:divId w:val="1335110360"/>
        <w:rPr>
          <w:lang w:val="de-DE"/>
        </w:rPr>
      </w:pPr>
    </w:p>
    <w:p w:rsidR="00F96636" w:rsidRPr="000F795C" w:rsidRDefault="00F96636">
      <w:pPr>
        <w:rPr>
          <w:lang w:val="de-DE"/>
        </w:rPr>
      </w:pPr>
    </w:p>
    <w:sectPr w:rsidR="00F96636" w:rsidRPr="000F79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897" w:rsidRDefault="00793897" w:rsidP="00793897">
      <w:r>
        <w:separator/>
      </w:r>
    </w:p>
  </w:endnote>
  <w:endnote w:type="continuationSeparator" w:id="0">
    <w:p w:rsidR="00793897" w:rsidRDefault="00793897" w:rsidP="00793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897" w:rsidRDefault="00793897" w:rsidP="00793897">
      <w:r>
        <w:separator/>
      </w:r>
    </w:p>
  </w:footnote>
  <w:footnote w:type="continuationSeparator" w:id="0">
    <w:p w:rsidR="00793897" w:rsidRDefault="00793897" w:rsidP="007938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visionView w:formatting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95C"/>
    <w:rsid w:val="00086385"/>
    <w:rsid w:val="000B45F3"/>
    <w:rsid w:val="000B5FF8"/>
    <w:rsid w:val="000D795C"/>
    <w:rsid w:val="000F795C"/>
    <w:rsid w:val="001C4949"/>
    <w:rsid w:val="00255CEC"/>
    <w:rsid w:val="002835CD"/>
    <w:rsid w:val="002E74ED"/>
    <w:rsid w:val="0038399C"/>
    <w:rsid w:val="004743BF"/>
    <w:rsid w:val="004A1BD4"/>
    <w:rsid w:val="004E14B3"/>
    <w:rsid w:val="00531E11"/>
    <w:rsid w:val="00532614"/>
    <w:rsid w:val="005A3A30"/>
    <w:rsid w:val="005D6A96"/>
    <w:rsid w:val="0067532A"/>
    <w:rsid w:val="006E6BA7"/>
    <w:rsid w:val="006F4393"/>
    <w:rsid w:val="00722ACC"/>
    <w:rsid w:val="007414F8"/>
    <w:rsid w:val="00773454"/>
    <w:rsid w:val="0077647D"/>
    <w:rsid w:val="00793897"/>
    <w:rsid w:val="007A14CA"/>
    <w:rsid w:val="007E63A9"/>
    <w:rsid w:val="0081310D"/>
    <w:rsid w:val="0081321B"/>
    <w:rsid w:val="00912CD6"/>
    <w:rsid w:val="00947C13"/>
    <w:rsid w:val="00962BBF"/>
    <w:rsid w:val="00996A9B"/>
    <w:rsid w:val="009E75C0"/>
    <w:rsid w:val="00A41C5E"/>
    <w:rsid w:val="00AE1849"/>
    <w:rsid w:val="00B57BAA"/>
    <w:rsid w:val="00BA76BF"/>
    <w:rsid w:val="00BC0B26"/>
    <w:rsid w:val="00BE1BE8"/>
    <w:rsid w:val="00C074B5"/>
    <w:rsid w:val="00C26F27"/>
    <w:rsid w:val="00C96522"/>
    <w:rsid w:val="00D6399E"/>
    <w:rsid w:val="00D8071C"/>
    <w:rsid w:val="00E57B23"/>
    <w:rsid w:val="00E9587D"/>
    <w:rsid w:val="00EF61CA"/>
    <w:rsid w:val="00F02B62"/>
    <w:rsid w:val="00F96636"/>
    <w:rsid w:val="00FB3660"/>
    <w:rsid w:val="00FC6B65"/>
    <w:rsid w:val="00FE7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02D2D9-B182-3948-A5E0-26B39E4C5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93897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93897"/>
  </w:style>
  <w:style w:type="paragraph" w:styleId="Fuzeile">
    <w:name w:val="footer"/>
    <w:basedOn w:val="Standard"/>
    <w:link w:val="FuzeileZchn"/>
    <w:uiPriority w:val="99"/>
    <w:unhideWhenUsed/>
    <w:rsid w:val="00793897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93897"/>
  </w:style>
  <w:style w:type="paragraph" w:styleId="StandardWeb">
    <w:name w:val="Normal (Web)"/>
    <w:basedOn w:val="Standard"/>
    <w:uiPriority w:val="99"/>
    <w:semiHidden/>
    <w:unhideWhenUsed/>
    <w:rsid w:val="00FE797C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bsatz-Standardschriftart"/>
    <w:rsid w:val="00FE797C"/>
  </w:style>
  <w:style w:type="paragraph" w:styleId="Untertitel">
    <w:name w:val="Subtitle"/>
    <w:basedOn w:val="Standard"/>
    <w:next w:val="Standard"/>
    <w:link w:val="UntertitelZchn"/>
    <w:uiPriority w:val="11"/>
    <w:qFormat/>
    <w:rsid w:val="00FC6B6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B65"/>
    <w:rPr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51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DF54C239</Template>
  <TotalTime>0</TotalTime>
  <Pages>1</Pages>
  <Words>252</Words>
  <Characters>1591</Characters>
  <Application>Microsoft Office Word</Application>
  <DocSecurity>4</DocSecurity>
  <Lines>13</Lines>
  <Paragraphs>3</Paragraphs>
  <ScaleCrop>false</ScaleCrop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Peer, Anna Katharina</dc:creator>
  <cp:keywords/>
  <dc:description/>
  <cp:lastModifiedBy>Peer, Anna Katharina</cp:lastModifiedBy>
  <cp:revision>2</cp:revision>
  <dcterms:created xsi:type="dcterms:W3CDTF">2022-03-14T07:15:00Z</dcterms:created>
  <dcterms:modified xsi:type="dcterms:W3CDTF">2022-03-14T07:15:00Z</dcterms:modified>
</cp:coreProperties>
</file>